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E23A8" w14:textId="77777777" w:rsidR="00D30C19" w:rsidRDefault="009D59DB">
      <w:pPr>
        <w:spacing w:after="0" w:line="240" w:lineRule="auto"/>
        <w:jc w:val="right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Flat 4</w:t>
      </w:r>
    </w:p>
    <w:p w14:paraId="22BAE789" w14:textId="77777777" w:rsidR="00D30C19" w:rsidRDefault="009D59DB">
      <w:pPr>
        <w:spacing w:after="0" w:line="240" w:lineRule="auto"/>
        <w:jc w:val="right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My Tower</w:t>
      </w:r>
    </w:p>
    <w:p w14:paraId="775134C7" w14:textId="77777777" w:rsidR="00D30C19" w:rsidRDefault="009D59DB">
      <w:pPr>
        <w:spacing w:after="0" w:line="240" w:lineRule="auto"/>
        <w:jc w:val="right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A Large Grove</w:t>
      </w:r>
    </w:p>
    <w:p w14:paraId="0162B779" w14:textId="77777777" w:rsidR="00D30C19" w:rsidRDefault="009D59DB">
      <w:pPr>
        <w:spacing w:after="0" w:line="240" w:lineRule="auto"/>
        <w:jc w:val="right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Bournemouth</w:t>
      </w:r>
    </w:p>
    <w:p w14:paraId="43255621" w14:textId="77777777" w:rsidR="00D30C19" w:rsidRDefault="009D59DB">
      <w:pPr>
        <w:spacing w:after="0" w:line="240" w:lineRule="auto"/>
        <w:jc w:val="right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BH9 1PA</w:t>
      </w:r>
    </w:p>
    <w:p w14:paraId="0A65FA2C" w14:textId="77777777" w:rsidR="00D30C19" w:rsidRDefault="00D30C19">
      <w:pPr>
        <w:spacing w:after="0" w:line="240" w:lineRule="auto"/>
        <w:rPr>
          <w:rFonts w:ascii="Tahoma" w:eastAsia="Tahoma" w:hAnsi="Tahoma" w:cs="Tahoma"/>
          <w:sz w:val="24"/>
        </w:rPr>
      </w:pPr>
    </w:p>
    <w:p w14:paraId="053B222F" w14:textId="77777777" w:rsidR="00D30C19" w:rsidRDefault="008030A5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Sherwin Test</w:t>
      </w:r>
      <w:r w:rsidR="009D59DB">
        <w:rPr>
          <w:rFonts w:ascii="Tahoma" w:eastAsia="Tahoma" w:hAnsi="Tahoma" w:cs="Tahoma"/>
          <w:sz w:val="24"/>
        </w:rPr>
        <w:t xml:space="preserve"> 18/12/1994</w:t>
      </w:r>
    </w:p>
    <w:p w14:paraId="489B2164" w14:textId="121BDBC5" w:rsidR="00D30C19" w:rsidRDefault="009D59DB">
      <w:pPr>
        <w:spacing w:after="0" w:line="240" w:lineRule="auto"/>
      </w:pPr>
      <w:r>
        <w:rPr>
          <w:rFonts w:ascii="Tahoma" w:eastAsia="Tahoma" w:hAnsi="Tahoma" w:cs="Tahoma"/>
          <w:sz w:val="24"/>
        </w:rPr>
        <w:t xml:space="preserve">Email: </w:t>
      </w:r>
      <w:r w:rsidR="00062313">
        <w:rPr>
          <w:rFonts w:ascii="Tahoma" w:eastAsia="Tahoma" w:hAnsi="Tahoma" w:cs="Tahoma"/>
          <w:sz w:val="24"/>
        </w:rPr>
        <w:t>sherwintestingparse</w:t>
      </w:r>
      <w:r w:rsidR="00E83029">
        <w:rPr>
          <w:rFonts w:ascii="Tahoma" w:eastAsia="Tahoma" w:hAnsi="Tahoma" w:cs="Tahoma"/>
          <w:sz w:val="24"/>
        </w:rPr>
        <w:t>1</w:t>
      </w:r>
      <w:r w:rsidR="00062313">
        <w:rPr>
          <w:rFonts w:ascii="Tahoma" w:eastAsia="Tahoma" w:hAnsi="Tahoma" w:cs="Tahoma"/>
          <w:sz w:val="24"/>
        </w:rPr>
        <w:t>2</w:t>
      </w:r>
      <w:r w:rsidR="00E83029">
        <w:rPr>
          <w:rFonts w:ascii="Tahoma" w:eastAsia="Tahoma" w:hAnsi="Tahoma" w:cs="Tahoma"/>
          <w:sz w:val="24"/>
        </w:rPr>
        <w:t>3</w:t>
      </w:r>
      <w:r>
        <w:rPr>
          <w:rFonts w:ascii="Tahoma" w:eastAsia="Tahoma" w:hAnsi="Tahoma" w:cs="Tahoma"/>
          <w:sz w:val="24"/>
        </w:rPr>
        <w:t>@hitmail.com</w:t>
      </w:r>
      <w:hyperlink r:id="rId8" w:history="1"/>
    </w:p>
    <w:p w14:paraId="025CDBA3" w14:textId="77777777" w:rsidR="00D30C19" w:rsidRDefault="009D59DB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Phone: 07472511234</w:t>
      </w:r>
    </w:p>
    <w:p w14:paraId="3F62BBAE" w14:textId="77777777" w:rsidR="00D30C19" w:rsidRDefault="00D30C19">
      <w:pPr>
        <w:spacing w:after="0" w:line="240" w:lineRule="auto"/>
        <w:rPr>
          <w:rFonts w:ascii="Times New Roman" w:hAnsi="Times New Roman"/>
          <w:sz w:val="24"/>
        </w:rPr>
      </w:pPr>
    </w:p>
    <w:p w14:paraId="49C6D648" w14:textId="77777777" w:rsidR="00D30C19" w:rsidRDefault="009D59DB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  <w:r>
        <w:rPr>
          <w:rFonts w:ascii="Tahoma" w:eastAsia="Tahoma" w:hAnsi="Tahoma" w:cs="Tahoma"/>
          <w:b/>
          <w:sz w:val="24"/>
          <w:u w:val="single"/>
        </w:rPr>
        <w:t xml:space="preserve"> PERSONAL PROFILE</w:t>
      </w:r>
      <w:bookmarkStart w:id="0" w:name="_GoBack"/>
      <w:bookmarkEnd w:id="0"/>
    </w:p>
    <w:p w14:paraId="6C17715A" w14:textId="77777777" w:rsidR="00D30C19" w:rsidRDefault="00D30C19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</w:p>
    <w:p w14:paraId="5A648ACC" w14:textId="77777777" w:rsidR="00D30C19" w:rsidRDefault="009D59DB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 xml:space="preserve">I am a reliable and hardworking individual who is capable of working well within a team, showing consideration to others as well as working on my own initiative. I am polite and friendly and having developed many skills as well as communication service skills. I have a willingness to undertake any </w:t>
      </w:r>
      <w:proofErr w:type="gramStart"/>
      <w:r>
        <w:rPr>
          <w:rFonts w:ascii="Tahoma" w:eastAsia="Tahoma" w:hAnsi="Tahoma" w:cs="Tahoma"/>
          <w:sz w:val="24"/>
        </w:rPr>
        <w:t>training which</w:t>
      </w:r>
      <w:proofErr w:type="gramEnd"/>
      <w:r>
        <w:rPr>
          <w:rFonts w:ascii="Tahoma" w:eastAsia="Tahoma" w:hAnsi="Tahoma" w:cs="Tahoma"/>
          <w:sz w:val="24"/>
        </w:rPr>
        <w:t xml:space="preserve"> may help me in a job role. I can prioritise my </w:t>
      </w:r>
      <w:proofErr w:type="gramStart"/>
      <w:r>
        <w:rPr>
          <w:rFonts w:ascii="Tahoma" w:eastAsia="Tahoma" w:hAnsi="Tahoma" w:cs="Tahoma"/>
          <w:sz w:val="24"/>
        </w:rPr>
        <w:t>work loads</w:t>
      </w:r>
      <w:proofErr w:type="gramEnd"/>
      <w:r>
        <w:rPr>
          <w:rFonts w:ascii="Tahoma" w:eastAsia="Tahoma" w:hAnsi="Tahoma" w:cs="Tahoma"/>
          <w:sz w:val="24"/>
        </w:rPr>
        <w:t>, work well under pressure and meet self deadlines.</w:t>
      </w:r>
    </w:p>
    <w:p w14:paraId="5E2D8CBF" w14:textId="77777777" w:rsidR="00D30C19" w:rsidRDefault="00D30C19">
      <w:pPr>
        <w:spacing w:after="0" w:line="240" w:lineRule="auto"/>
        <w:rPr>
          <w:rFonts w:ascii="Tahoma" w:eastAsia="Tahoma" w:hAnsi="Tahoma" w:cs="Tahoma"/>
          <w:sz w:val="24"/>
        </w:rPr>
      </w:pPr>
    </w:p>
    <w:p w14:paraId="147D7705" w14:textId="77777777" w:rsidR="00D30C19" w:rsidRDefault="009D59DB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  <w:r>
        <w:rPr>
          <w:rFonts w:ascii="Tahoma" w:eastAsia="Tahoma" w:hAnsi="Tahoma" w:cs="Tahoma"/>
          <w:b/>
          <w:sz w:val="24"/>
          <w:u w:val="single"/>
        </w:rPr>
        <w:t>EDUCATION</w:t>
      </w:r>
    </w:p>
    <w:p w14:paraId="2C4BC96B" w14:textId="77777777" w:rsidR="00D30C19" w:rsidRDefault="00D30C19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</w:p>
    <w:p w14:paraId="727AD619" w14:textId="77777777" w:rsidR="00D30C19" w:rsidRDefault="009D59DB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2011-2012-Sutton Coldfield</w:t>
      </w:r>
    </w:p>
    <w:p w14:paraId="6D74812E" w14:textId="77777777" w:rsidR="00D30C19" w:rsidRDefault="00D30C19">
      <w:pPr>
        <w:spacing w:after="0" w:line="240" w:lineRule="auto"/>
        <w:rPr>
          <w:rFonts w:ascii="Tahoma" w:eastAsia="Tahoma" w:hAnsi="Tahoma" w:cs="Tahoma"/>
          <w:sz w:val="24"/>
        </w:rPr>
      </w:pPr>
    </w:p>
    <w:p w14:paraId="298CA48B" w14:textId="77777777" w:rsidR="00D30C19" w:rsidRDefault="009D59DB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I studied Business and Admin at a level 2, the course covered</w:t>
      </w:r>
    </w:p>
    <w:p w14:paraId="13913274" w14:textId="77777777" w:rsidR="00D30C19" w:rsidRDefault="009D59DB">
      <w:pPr>
        <w:numPr>
          <w:ilvl w:val="0"/>
          <w:numId w:val="1"/>
        </w:numPr>
        <w:tabs>
          <w:tab w:val="left" w:pos="780"/>
        </w:tabs>
        <w:spacing w:after="0" w:line="240" w:lineRule="auto"/>
        <w:ind w:left="78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ICT</w:t>
      </w:r>
    </w:p>
    <w:p w14:paraId="44494A55" w14:textId="77777777" w:rsidR="00D30C19" w:rsidRDefault="009D59DB">
      <w:pPr>
        <w:numPr>
          <w:ilvl w:val="0"/>
          <w:numId w:val="1"/>
        </w:numPr>
        <w:tabs>
          <w:tab w:val="left" w:pos="780"/>
        </w:tabs>
        <w:spacing w:after="0" w:line="240" w:lineRule="auto"/>
        <w:ind w:left="78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Word Processing</w:t>
      </w:r>
    </w:p>
    <w:p w14:paraId="4AB56F94" w14:textId="77777777" w:rsidR="00D30C19" w:rsidRDefault="009D59DB">
      <w:pPr>
        <w:numPr>
          <w:ilvl w:val="0"/>
          <w:numId w:val="1"/>
        </w:numPr>
        <w:tabs>
          <w:tab w:val="left" w:pos="780"/>
        </w:tabs>
        <w:spacing w:after="0" w:line="240" w:lineRule="auto"/>
        <w:ind w:left="78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BTEC Admin</w:t>
      </w:r>
    </w:p>
    <w:p w14:paraId="2D864C4B" w14:textId="77777777" w:rsidR="00D30C19" w:rsidRDefault="009D59DB">
      <w:pPr>
        <w:numPr>
          <w:ilvl w:val="0"/>
          <w:numId w:val="1"/>
        </w:numPr>
        <w:tabs>
          <w:tab w:val="left" w:pos="780"/>
        </w:tabs>
        <w:spacing w:after="0" w:line="240" w:lineRule="auto"/>
        <w:ind w:left="78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NVQ Portfolio</w:t>
      </w:r>
    </w:p>
    <w:p w14:paraId="1429B6AF" w14:textId="77777777" w:rsidR="00D30C19" w:rsidRDefault="009D59DB">
      <w:pPr>
        <w:numPr>
          <w:ilvl w:val="0"/>
          <w:numId w:val="1"/>
        </w:numPr>
        <w:tabs>
          <w:tab w:val="left" w:pos="780"/>
        </w:tabs>
        <w:spacing w:after="0" w:line="240" w:lineRule="auto"/>
        <w:ind w:left="78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Functional skills English</w:t>
      </w:r>
    </w:p>
    <w:p w14:paraId="1F521E75" w14:textId="77777777" w:rsidR="00D30C19" w:rsidRDefault="00D30C19">
      <w:pPr>
        <w:spacing w:after="0" w:line="240" w:lineRule="auto"/>
        <w:ind w:left="420"/>
        <w:rPr>
          <w:rFonts w:ascii="Tahoma" w:eastAsia="Tahoma" w:hAnsi="Tahoma" w:cs="Tahoma"/>
          <w:sz w:val="24"/>
        </w:rPr>
      </w:pPr>
    </w:p>
    <w:p w14:paraId="2C6741E7" w14:textId="77777777" w:rsidR="00D30C19" w:rsidRDefault="009D59DB">
      <w:pPr>
        <w:spacing w:after="0" w:line="240" w:lineRule="auto"/>
        <w:ind w:left="42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NVQ level 2 Achieved – All levels</w:t>
      </w:r>
    </w:p>
    <w:p w14:paraId="1057F4C4" w14:textId="77777777" w:rsidR="00D30C19" w:rsidRDefault="00D30C19">
      <w:pPr>
        <w:spacing w:after="0" w:line="240" w:lineRule="auto"/>
        <w:ind w:left="420"/>
        <w:rPr>
          <w:rFonts w:ascii="Tahoma" w:eastAsia="Tahoma" w:hAnsi="Tahoma" w:cs="Tahoma"/>
          <w:sz w:val="24"/>
        </w:rPr>
      </w:pPr>
    </w:p>
    <w:p w14:paraId="1955BF60" w14:textId="77777777" w:rsidR="00D30C19" w:rsidRDefault="009D59DB">
      <w:pPr>
        <w:spacing w:after="0" w:line="240" w:lineRule="auto"/>
        <w:ind w:left="42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2006-2011-JohnHenryNewman Catholic College</w:t>
      </w:r>
    </w:p>
    <w:p w14:paraId="099B73E2" w14:textId="77777777" w:rsidR="00D30C19" w:rsidRDefault="009D59DB">
      <w:pPr>
        <w:numPr>
          <w:ilvl w:val="0"/>
          <w:numId w:val="2"/>
        </w:numPr>
        <w:tabs>
          <w:tab w:val="left" w:pos="1140"/>
        </w:tabs>
        <w:spacing w:after="0" w:line="240" w:lineRule="auto"/>
        <w:ind w:left="114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Health and Social care level 2-achieved 3 pass and 1 merit-GRADE C</w:t>
      </w:r>
    </w:p>
    <w:p w14:paraId="2BB96CCF" w14:textId="77777777" w:rsidR="00D30C19" w:rsidRDefault="009D59DB">
      <w:pPr>
        <w:numPr>
          <w:ilvl w:val="0"/>
          <w:numId w:val="2"/>
        </w:numPr>
        <w:tabs>
          <w:tab w:val="left" w:pos="1140"/>
        </w:tabs>
        <w:spacing w:after="0" w:line="240" w:lineRule="auto"/>
        <w:ind w:left="114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Child Development level 2-achieved 4 pass-GRADE C</w:t>
      </w:r>
    </w:p>
    <w:p w14:paraId="03901486" w14:textId="77777777" w:rsidR="00D30C19" w:rsidRDefault="009D59DB">
      <w:pPr>
        <w:numPr>
          <w:ilvl w:val="0"/>
          <w:numId w:val="2"/>
        </w:numPr>
        <w:tabs>
          <w:tab w:val="left" w:pos="1140"/>
        </w:tabs>
        <w:spacing w:after="0" w:line="240" w:lineRule="auto"/>
        <w:ind w:left="114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English-GRADE D</w:t>
      </w:r>
    </w:p>
    <w:p w14:paraId="49700B8E" w14:textId="77777777" w:rsidR="00D30C19" w:rsidRDefault="009D59DB">
      <w:pPr>
        <w:numPr>
          <w:ilvl w:val="0"/>
          <w:numId w:val="2"/>
        </w:numPr>
        <w:tabs>
          <w:tab w:val="left" w:pos="1140"/>
        </w:tabs>
        <w:spacing w:after="0" w:line="240" w:lineRule="auto"/>
        <w:ind w:left="114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Maths-GRADE E</w:t>
      </w:r>
    </w:p>
    <w:p w14:paraId="6A782D3C" w14:textId="77777777" w:rsidR="00D30C19" w:rsidRDefault="00D30C19">
      <w:pPr>
        <w:spacing w:after="0" w:line="240" w:lineRule="auto"/>
        <w:rPr>
          <w:rFonts w:ascii="Tahoma" w:eastAsia="Tahoma" w:hAnsi="Tahoma" w:cs="Tahoma"/>
          <w:sz w:val="24"/>
        </w:rPr>
      </w:pPr>
    </w:p>
    <w:p w14:paraId="1F6C5128" w14:textId="77777777" w:rsidR="00D30C19" w:rsidRDefault="009D59DB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  <w:r>
        <w:rPr>
          <w:rFonts w:ascii="Tahoma" w:eastAsia="Tahoma" w:hAnsi="Tahoma" w:cs="Tahoma"/>
          <w:b/>
          <w:sz w:val="24"/>
          <w:u w:val="single"/>
        </w:rPr>
        <w:t>EXPERIENCE</w:t>
      </w:r>
    </w:p>
    <w:p w14:paraId="197236C3" w14:textId="77777777" w:rsidR="00D30C19" w:rsidRDefault="00D30C19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</w:p>
    <w:p w14:paraId="4DAB9867" w14:textId="77777777" w:rsidR="00D30C19" w:rsidRDefault="009D59DB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2010-2011-Food catering employee, Birmingham</w:t>
      </w:r>
    </w:p>
    <w:p w14:paraId="4B027EC9" w14:textId="77777777" w:rsidR="00D30C19" w:rsidRDefault="00D30C19">
      <w:pPr>
        <w:spacing w:after="0" w:line="240" w:lineRule="auto"/>
        <w:rPr>
          <w:rFonts w:ascii="Tahoma" w:eastAsia="Tahoma" w:hAnsi="Tahoma" w:cs="Tahoma"/>
          <w:sz w:val="24"/>
        </w:rPr>
      </w:pPr>
    </w:p>
    <w:p w14:paraId="39C6B6EB" w14:textId="77777777" w:rsidR="00D30C19" w:rsidRDefault="009D59DB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Liaising with customers</w:t>
      </w:r>
    </w:p>
    <w:p w14:paraId="17641D4E" w14:textId="77777777" w:rsidR="00D30C19" w:rsidRDefault="009D59DB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Taking orders</w:t>
      </w:r>
    </w:p>
    <w:p w14:paraId="76C4FB32" w14:textId="77777777" w:rsidR="00D30C19" w:rsidRDefault="009D59DB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Cash handling</w:t>
      </w:r>
    </w:p>
    <w:p w14:paraId="7DE5A066" w14:textId="77777777" w:rsidR="00D30C19" w:rsidRDefault="009D59DB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Food preparation</w:t>
      </w:r>
    </w:p>
    <w:p w14:paraId="6D477757" w14:textId="77777777" w:rsidR="00D30C19" w:rsidRDefault="009D59DB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proofErr w:type="spellStart"/>
      <w:r>
        <w:rPr>
          <w:rFonts w:ascii="Tahoma" w:eastAsia="Tahoma" w:hAnsi="Tahoma" w:cs="Tahoma"/>
          <w:sz w:val="24"/>
        </w:rPr>
        <w:t>Adhearing</w:t>
      </w:r>
      <w:proofErr w:type="spellEnd"/>
      <w:r>
        <w:rPr>
          <w:rFonts w:ascii="Tahoma" w:eastAsia="Tahoma" w:hAnsi="Tahoma" w:cs="Tahoma"/>
          <w:sz w:val="24"/>
        </w:rPr>
        <w:t xml:space="preserve"> health, safety and hygiene</w:t>
      </w:r>
    </w:p>
    <w:p w14:paraId="69BA4268" w14:textId="77777777" w:rsidR="00D30C19" w:rsidRDefault="009D59DB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Ensuring cleanliness was maintained at the end of each shift</w:t>
      </w:r>
    </w:p>
    <w:p w14:paraId="29928F16" w14:textId="77777777" w:rsidR="00D30C19" w:rsidRDefault="009D59DB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lastRenderedPageBreak/>
        <w:t>Replenishing stock and displaying goods</w:t>
      </w:r>
    </w:p>
    <w:p w14:paraId="768809C5" w14:textId="77777777" w:rsidR="00D30C19" w:rsidRDefault="009D59DB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General cleaning and maintenance</w:t>
      </w:r>
    </w:p>
    <w:p w14:paraId="5BEBAF0B" w14:textId="77777777" w:rsidR="00D30C19" w:rsidRDefault="009D59DB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Complete all tasks on time within the deadline for opening</w:t>
      </w:r>
    </w:p>
    <w:p w14:paraId="7BA72929" w14:textId="77777777" w:rsidR="00D30C19" w:rsidRDefault="00D30C19">
      <w:pPr>
        <w:spacing w:after="0" w:line="240" w:lineRule="auto"/>
        <w:rPr>
          <w:rFonts w:ascii="Tahoma" w:eastAsia="Tahoma" w:hAnsi="Tahoma" w:cs="Tahoma"/>
          <w:sz w:val="24"/>
        </w:rPr>
      </w:pPr>
    </w:p>
    <w:p w14:paraId="56E306E0" w14:textId="77777777" w:rsidR="00D30C19" w:rsidRDefault="00D30C19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</w:p>
    <w:p w14:paraId="5E8B9850" w14:textId="77777777" w:rsidR="00D30C19" w:rsidRDefault="009D59DB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  <w:r>
        <w:rPr>
          <w:rFonts w:ascii="Tahoma" w:eastAsia="Tahoma" w:hAnsi="Tahoma" w:cs="Tahoma"/>
          <w:b/>
          <w:sz w:val="24"/>
          <w:u w:val="single"/>
        </w:rPr>
        <w:t>Work experience</w:t>
      </w:r>
    </w:p>
    <w:p w14:paraId="2C5F2635" w14:textId="77777777" w:rsidR="00D30C19" w:rsidRDefault="00D30C19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</w:p>
    <w:p w14:paraId="59497D5E" w14:textId="77777777" w:rsidR="00D30C19" w:rsidRDefault="009D59DB">
      <w:pPr>
        <w:spacing w:after="0" w:line="240" w:lineRule="auto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 xml:space="preserve">Our </w:t>
      </w:r>
      <w:proofErr w:type="spellStart"/>
      <w:r>
        <w:rPr>
          <w:rFonts w:ascii="Tahoma" w:eastAsia="Tahoma" w:hAnsi="Tahoma" w:cs="Tahoma"/>
          <w:sz w:val="24"/>
        </w:rPr>
        <w:t>Ladys</w:t>
      </w:r>
      <w:proofErr w:type="spellEnd"/>
      <w:r>
        <w:rPr>
          <w:rFonts w:ascii="Tahoma" w:eastAsia="Tahoma" w:hAnsi="Tahoma" w:cs="Tahoma"/>
          <w:sz w:val="24"/>
        </w:rPr>
        <w:t xml:space="preserve"> primary school, </w:t>
      </w:r>
      <w:proofErr w:type="spellStart"/>
      <w:r>
        <w:rPr>
          <w:rFonts w:ascii="Tahoma" w:eastAsia="Tahoma" w:hAnsi="Tahoma" w:cs="Tahoma"/>
          <w:sz w:val="24"/>
        </w:rPr>
        <w:t>kitts</w:t>
      </w:r>
      <w:proofErr w:type="spellEnd"/>
      <w:r>
        <w:rPr>
          <w:rFonts w:ascii="Tahoma" w:eastAsia="Tahoma" w:hAnsi="Tahoma" w:cs="Tahoma"/>
          <w:sz w:val="24"/>
        </w:rPr>
        <w:t xml:space="preserve"> green, Birmingham</w:t>
      </w:r>
    </w:p>
    <w:p w14:paraId="735B6F3D" w14:textId="77777777" w:rsidR="00D30C19" w:rsidRDefault="00D30C19">
      <w:pPr>
        <w:spacing w:after="0" w:line="240" w:lineRule="auto"/>
        <w:rPr>
          <w:rFonts w:ascii="Tahoma" w:eastAsia="Tahoma" w:hAnsi="Tahoma" w:cs="Tahoma"/>
          <w:sz w:val="24"/>
        </w:rPr>
      </w:pPr>
    </w:p>
    <w:p w14:paraId="15C76D2D" w14:textId="77777777" w:rsidR="00D30C19" w:rsidRDefault="009D59DB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Positive thinking</w:t>
      </w:r>
    </w:p>
    <w:p w14:paraId="1EB40E1F" w14:textId="77777777" w:rsidR="00D30C19" w:rsidRDefault="009D59DB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Rules and Regulations</w:t>
      </w:r>
    </w:p>
    <w:p w14:paraId="7C8E8CA1" w14:textId="77777777" w:rsidR="00D30C19" w:rsidRDefault="009D59DB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Communication skills</w:t>
      </w:r>
    </w:p>
    <w:p w14:paraId="03B606BC" w14:textId="77777777" w:rsidR="00D30C19" w:rsidRDefault="009D59DB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Health and safety</w:t>
      </w:r>
    </w:p>
    <w:p w14:paraId="792D12B7" w14:textId="77777777" w:rsidR="00D30C19" w:rsidRDefault="009D59DB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Computer skills</w:t>
      </w:r>
    </w:p>
    <w:p w14:paraId="5133EE11" w14:textId="77777777" w:rsidR="00D30C19" w:rsidRDefault="00D30C19">
      <w:pPr>
        <w:spacing w:after="0" w:line="240" w:lineRule="auto"/>
        <w:rPr>
          <w:rFonts w:ascii="Tahoma" w:eastAsia="Tahoma" w:hAnsi="Tahoma" w:cs="Tahoma"/>
          <w:sz w:val="24"/>
        </w:rPr>
      </w:pPr>
    </w:p>
    <w:p w14:paraId="5040D81E" w14:textId="77777777" w:rsidR="00D30C19" w:rsidRDefault="00D30C19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</w:p>
    <w:p w14:paraId="62AFDDD9" w14:textId="77777777" w:rsidR="00D30C19" w:rsidRDefault="009D59DB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  <w:r>
        <w:rPr>
          <w:rFonts w:ascii="Tahoma" w:eastAsia="Tahoma" w:hAnsi="Tahoma" w:cs="Tahoma"/>
          <w:b/>
          <w:sz w:val="24"/>
          <w:u w:val="single"/>
        </w:rPr>
        <w:t>Skills and qualities</w:t>
      </w:r>
    </w:p>
    <w:p w14:paraId="0FDEBDB4" w14:textId="77777777" w:rsidR="00D30C19" w:rsidRDefault="00D30C19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</w:p>
    <w:p w14:paraId="6F205D22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Customer service</w:t>
      </w:r>
    </w:p>
    <w:p w14:paraId="47A1CAC7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Organised</w:t>
      </w:r>
    </w:p>
    <w:p w14:paraId="24ECFDA6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Honest</w:t>
      </w:r>
    </w:p>
    <w:p w14:paraId="32CB9C7A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Reliable</w:t>
      </w:r>
    </w:p>
    <w:p w14:paraId="483EBFA0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Patient</w:t>
      </w:r>
    </w:p>
    <w:p w14:paraId="2A4A25A8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Basic computer skills</w:t>
      </w:r>
    </w:p>
    <w:p w14:paraId="79937146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Fo9lloeing instructions</w:t>
      </w:r>
    </w:p>
    <w:p w14:paraId="286D8311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Cash handling</w:t>
      </w:r>
    </w:p>
    <w:p w14:paraId="0C49E7BD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Working as part as a team</w:t>
      </w:r>
    </w:p>
    <w:p w14:paraId="0A4BF8DB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Working on own initiative</w:t>
      </w:r>
    </w:p>
    <w:p w14:paraId="1F96B012" w14:textId="77777777" w:rsidR="00D30C19" w:rsidRDefault="009D59DB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ahoma" w:eastAsia="Tahoma" w:hAnsi="Tahoma" w:cs="Tahoma"/>
          <w:sz w:val="24"/>
        </w:rPr>
      </w:pPr>
      <w:r>
        <w:rPr>
          <w:rFonts w:ascii="Tahoma" w:eastAsia="Tahoma" w:hAnsi="Tahoma" w:cs="Tahoma"/>
          <w:sz w:val="24"/>
        </w:rPr>
        <w:t>Understanding of health and safety issues and requirements</w:t>
      </w:r>
    </w:p>
    <w:p w14:paraId="72ED5317" w14:textId="77777777" w:rsidR="00D30C19" w:rsidRDefault="00D30C19">
      <w:pPr>
        <w:spacing w:after="0" w:line="240" w:lineRule="auto"/>
        <w:rPr>
          <w:rFonts w:ascii="Tahoma" w:eastAsia="Tahoma" w:hAnsi="Tahoma" w:cs="Tahoma"/>
          <w:sz w:val="24"/>
        </w:rPr>
      </w:pPr>
    </w:p>
    <w:p w14:paraId="15998E2C" w14:textId="77777777" w:rsidR="00D30C19" w:rsidRDefault="00D30C19">
      <w:pPr>
        <w:spacing w:after="0" w:line="240" w:lineRule="auto"/>
        <w:rPr>
          <w:rFonts w:ascii="Tahoma" w:eastAsia="Tahoma" w:hAnsi="Tahoma" w:cs="Tahoma"/>
          <w:sz w:val="24"/>
        </w:rPr>
      </w:pPr>
    </w:p>
    <w:p w14:paraId="3EEFE85B" w14:textId="77777777" w:rsidR="00D30C19" w:rsidRDefault="009D59DB">
      <w:pPr>
        <w:spacing w:after="0" w:line="240" w:lineRule="auto"/>
        <w:rPr>
          <w:rFonts w:ascii="Tahoma" w:eastAsia="Tahoma" w:hAnsi="Tahoma" w:cs="Tahoma"/>
          <w:b/>
          <w:sz w:val="24"/>
          <w:u w:val="single"/>
        </w:rPr>
      </w:pPr>
      <w:r>
        <w:rPr>
          <w:rFonts w:ascii="Tahoma" w:eastAsia="Tahoma" w:hAnsi="Tahoma" w:cs="Tahoma"/>
          <w:b/>
          <w:sz w:val="24"/>
          <w:u w:val="single"/>
        </w:rPr>
        <w:t>REFERENCES AVAILABLE ON REQUEST.</w:t>
      </w:r>
    </w:p>
    <w:p w14:paraId="14B1B1A5" w14:textId="77777777" w:rsidR="00D30C19" w:rsidRDefault="00D30C19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</w:p>
    <w:p w14:paraId="7FF8BE76" w14:textId="77777777" w:rsidR="00D30C19" w:rsidRDefault="00D30C19">
      <w:pPr>
        <w:spacing w:after="0" w:line="240" w:lineRule="auto"/>
        <w:rPr>
          <w:rFonts w:ascii="Times New Roman" w:hAnsi="Times New Roman"/>
          <w:sz w:val="24"/>
        </w:rPr>
      </w:pPr>
    </w:p>
    <w:p w14:paraId="04AFA590" w14:textId="77777777" w:rsidR="00D30C19" w:rsidRDefault="00D30C19"/>
    <w:sectPr w:rsidR="00D30C19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8BB509" w14:textId="77777777" w:rsidR="009D59DB" w:rsidRDefault="009D59DB">
      <w:pPr>
        <w:spacing w:after="0" w:line="240" w:lineRule="auto"/>
      </w:pPr>
      <w:r>
        <w:separator/>
      </w:r>
    </w:p>
  </w:endnote>
  <w:endnote w:type="continuationSeparator" w:id="0">
    <w:p w14:paraId="2E8DC2CD" w14:textId="77777777" w:rsidR="009D59DB" w:rsidRDefault="009D5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F3FFB" w14:textId="77777777" w:rsidR="009D59DB" w:rsidRDefault="009D59D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32FAFB" w14:textId="77777777" w:rsidR="009D59DB" w:rsidRDefault="009D5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360D"/>
    <w:multiLevelType w:val="multilevel"/>
    <w:tmpl w:val="A8EE2114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>
    <w:nsid w:val="34013591"/>
    <w:multiLevelType w:val="multilevel"/>
    <w:tmpl w:val="95F2CC9E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>
    <w:nsid w:val="3402694D"/>
    <w:multiLevelType w:val="multilevel"/>
    <w:tmpl w:val="07F24C9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>
    <w:nsid w:val="640C7AC2"/>
    <w:multiLevelType w:val="multilevel"/>
    <w:tmpl w:val="5BDC7B1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>
    <w:nsid w:val="7B62241F"/>
    <w:multiLevelType w:val="multilevel"/>
    <w:tmpl w:val="EBFA84E4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30C19"/>
    <w:rsid w:val="00003DBE"/>
    <w:rsid w:val="00062313"/>
    <w:rsid w:val="005A6C3A"/>
    <w:rsid w:val="008030A5"/>
    <w:rsid w:val="009D59DB"/>
    <w:rsid w:val="00D30C19"/>
    <w:rsid w:val="00E8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5AB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254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254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Leighflint1994@hotmail.co.uk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Ward</dc:creator>
  <dc:description/>
  <cp:lastModifiedBy>sherwin gaum</cp:lastModifiedBy>
  <cp:revision>8</cp:revision>
  <dcterms:created xsi:type="dcterms:W3CDTF">2014-06-17T11:49:00Z</dcterms:created>
  <dcterms:modified xsi:type="dcterms:W3CDTF">2014-11-21T00:33:00Z</dcterms:modified>
</cp:coreProperties>
</file>